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5641D7">
        <w:rPr>
          <w:rFonts w:ascii="Arial Narrow" w:hAnsi="Arial Narrow"/>
          <w:sz w:val="22"/>
          <w:lang w:val="de-DE"/>
        </w:rPr>
        <w:t>8</w:t>
      </w:r>
      <w:r>
        <w:rPr>
          <w:rFonts w:ascii="Arial Narrow" w:hAnsi="Arial Narrow"/>
          <w:sz w:val="22"/>
          <w:lang w:val="de-DE"/>
        </w:rPr>
        <w:t>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9C5B84">
        <w:rPr>
          <w:rFonts w:ascii="Arial Narrow" w:hAnsi="Arial Narrow"/>
          <w:noProof/>
          <w:sz w:val="22"/>
          <w:lang w:val="de-DE"/>
        </w:rPr>
        <w:t>19.11.2012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5641D7" w:rsidRDefault="005641D7" w:rsidP="005641D7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Nachbesprechung HSB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Beschwerde Verbindungsstand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Getränke/Sachgüter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Datum 2013 vormerken (15.11.)</w:t>
      </w:r>
    </w:p>
    <w:p w:rsidR="00B37A0E" w:rsidRDefault="00B37A0E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Blue Curacao vernichten</w:t>
      </w:r>
    </w:p>
    <w:p w:rsidR="005641D7" w:rsidRDefault="005641D7" w:rsidP="005641D7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5641D7" w:rsidRDefault="005641D7" w:rsidP="005641D7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Ausleihe, generell 10 € für alles, und Namen auf Liste – Erläuterung Ausleihsystem, System erstellen, wegen Geldrückgabesystem (wenn zu spät)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CEE-Weihnachtsfeier am 12.12., Mail von Torben Lietz, was können sie ausleihen Beni?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Flügel oben sollte generalüberholt werden (Meinung von Fachmann) zusammen mit unterem? Fördergesellschaft oder Studiengebühren? (Flügel wird Ende November vom Uhrenmuseum ausgeliehen und neu gestimmt – nur zur Info)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Anschaffung </w:t>
      </w:r>
      <w:proofErr w:type="spellStart"/>
      <w:r>
        <w:rPr>
          <w:rFonts w:ascii="Arial Narrow" w:hAnsi="Arial Narrow"/>
          <w:sz w:val="22"/>
          <w:lang w:val="de-DE"/>
        </w:rPr>
        <w:t>Faxmodul</w:t>
      </w:r>
      <w:proofErr w:type="spellEnd"/>
      <w:r>
        <w:rPr>
          <w:rFonts w:ascii="Arial Narrow" w:hAnsi="Arial Narrow"/>
          <w:sz w:val="22"/>
          <w:lang w:val="de-DE"/>
        </w:rPr>
        <w:t xml:space="preserve"> für Kopierer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AStA-Kamera? Kauf wurde doch mal beschlossen? -&gt;unterwegs laut David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Navi ist bestellt oder?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EC Kartengerät anschaffen?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Posts von anderen auf Facebook (WI und Mediacamp)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Studentenpartys im OK Donaueschingen (E-</w:t>
      </w:r>
      <w:r w:rsidRPr="00E4539E">
        <w:rPr>
          <w:rFonts w:ascii="Arial Narrow" w:hAnsi="Arial Narrow"/>
          <w:sz w:val="22"/>
          <w:lang w:val="de-DE"/>
        </w:rPr>
        <w:t>Mail)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Titelbild Facebook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Seminar Verfasste </w:t>
      </w:r>
      <w:proofErr w:type="spellStart"/>
      <w:r>
        <w:rPr>
          <w:rFonts w:ascii="Arial Narrow" w:hAnsi="Arial Narrow"/>
          <w:sz w:val="22"/>
          <w:lang w:val="de-DE"/>
        </w:rPr>
        <w:t>Studierendenschaft</w:t>
      </w:r>
      <w:proofErr w:type="spellEnd"/>
    </w:p>
    <w:p w:rsidR="009C5B84" w:rsidRDefault="009C5B84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Ausleihe Garderobenmarken</w:t>
      </w:r>
      <w:bookmarkStart w:id="0" w:name="_GoBack"/>
      <w:bookmarkEnd w:id="0"/>
    </w:p>
    <w:p w:rsidR="005641D7" w:rsidRPr="00E4539E" w:rsidRDefault="005641D7" w:rsidP="005641D7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</w:p>
    <w:p w:rsidR="000C1EB8" w:rsidRPr="008D2BDB" w:rsidRDefault="000C1EB8" w:rsidP="005641D7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D7" w:rsidRDefault="005641D7">
      <w:pPr>
        <w:spacing w:line="20" w:lineRule="exact"/>
      </w:pPr>
    </w:p>
  </w:endnote>
  <w:endnote w:type="continuationSeparator" w:id="0">
    <w:p w:rsidR="005641D7" w:rsidRDefault="005641D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641D7" w:rsidRDefault="005641D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D7" w:rsidRDefault="005641D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641D7" w:rsidRDefault="00564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9C5B84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D7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641D7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C5B84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37A0E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Agenda_WS2012-13_Vorlage.dotx</Template>
  <TotalTime>0</TotalTime>
  <Pages>2</Pages>
  <Words>153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Anna Kyc</dc:creator>
  <cp:lastModifiedBy>Anna Kyc</cp:lastModifiedBy>
  <cp:revision>3</cp:revision>
  <cp:lastPrinted>2006-04-05T07:40:00Z</cp:lastPrinted>
  <dcterms:created xsi:type="dcterms:W3CDTF">2012-11-19T11:46:00Z</dcterms:created>
  <dcterms:modified xsi:type="dcterms:W3CDTF">2012-11-19T12:22:00Z</dcterms:modified>
</cp:coreProperties>
</file>